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CBA" w14:textId="77777777" w:rsidR="00B2650B" w:rsidRPr="0037778B" w:rsidRDefault="00302DCE" w:rsidP="0037778B">
      <w:pPr>
        <w:spacing w:before="40" w:after="40"/>
        <w:ind w:left="0"/>
        <w:rPr>
          <w:sz w:val="19"/>
          <w:szCs w:val="19"/>
        </w:rPr>
      </w:pPr>
      <w:r w:rsidRPr="0037778B">
        <w:rPr>
          <w:sz w:val="19"/>
          <w:szCs w:val="19"/>
        </w:rPr>
        <w:t xml:space="preserve">Lyon Equipment Limited wants to </w:t>
      </w:r>
      <w:r w:rsidR="00E86D47" w:rsidRPr="0037778B">
        <w:rPr>
          <w:sz w:val="19"/>
          <w:szCs w:val="19"/>
        </w:rPr>
        <w:t xml:space="preserve">meet the aims and commitments set out in its equality policy.  This includes not discriminating under the Equality Act 2010, and building an accurate picture of the make-up of the workforce in encouraging equality and diversity. </w:t>
      </w:r>
    </w:p>
    <w:p w14:paraId="619A013F" w14:textId="77777777" w:rsidR="00E86D47" w:rsidRPr="008279CA" w:rsidRDefault="00E86D47" w:rsidP="0037778B">
      <w:pPr>
        <w:spacing w:before="40" w:after="40"/>
        <w:ind w:left="0"/>
        <w:rPr>
          <w:sz w:val="16"/>
          <w:szCs w:val="19"/>
        </w:rPr>
      </w:pPr>
    </w:p>
    <w:p w14:paraId="6C2EBA61" w14:textId="77777777" w:rsidR="00E86D47" w:rsidRPr="0037778B" w:rsidRDefault="00E86D47" w:rsidP="0037778B">
      <w:pPr>
        <w:spacing w:before="40" w:after="40"/>
        <w:ind w:left="0"/>
        <w:rPr>
          <w:sz w:val="19"/>
          <w:szCs w:val="19"/>
        </w:rPr>
      </w:pPr>
      <w:r w:rsidRPr="0037778B">
        <w:rPr>
          <w:sz w:val="19"/>
          <w:szCs w:val="19"/>
        </w:rPr>
        <w:t xml:space="preserve">The organisation needs your help and co-operation to enable it to do this, but filling in this form is voluntary. </w:t>
      </w:r>
    </w:p>
    <w:p w14:paraId="57B11C0A" w14:textId="77777777" w:rsidR="00E86D47" w:rsidRPr="008279CA" w:rsidRDefault="00E86D47" w:rsidP="0037778B">
      <w:pPr>
        <w:spacing w:before="40" w:after="40"/>
        <w:ind w:left="0"/>
        <w:rPr>
          <w:sz w:val="16"/>
          <w:szCs w:val="19"/>
        </w:rPr>
      </w:pPr>
    </w:p>
    <w:p w14:paraId="408D8EC3" w14:textId="77777777" w:rsidR="00E86D47" w:rsidRPr="0037778B" w:rsidRDefault="00E86D47" w:rsidP="0037778B">
      <w:pPr>
        <w:spacing w:before="40" w:after="40"/>
        <w:ind w:left="0"/>
        <w:rPr>
          <w:sz w:val="19"/>
          <w:szCs w:val="19"/>
        </w:rPr>
      </w:pPr>
      <w:r w:rsidRPr="0037778B">
        <w:rPr>
          <w:sz w:val="19"/>
          <w:szCs w:val="19"/>
        </w:rPr>
        <w:t xml:space="preserve">The information you provide will stay confidential, and be stored securely and limited to only some staff in the organisation’s Human Resources section. </w:t>
      </w:r>
    </w:p>
    <w:p w14:paraId="11AAB498" w14:textId="77777777" w:rsidR="00E16FDA" w:rsidRPr="008279CA" w:rsidRDefault="00E16FDA" w:rsidP="0037778B">
      <w:pPr>
        <w:spacing w:before="40" w:after="40"/>
        <w:ind w:left="0"/>
        <w:rPr>
          <w:sz w:val="16"/>
          <w:szCs w:val="19"/>
        </w:rPr>
      </w:pPr>
    </w:p>
    <w:p w14:paraId="5CDEF852" w14:textId="77777777" w:rsidR="00E86D47" w:rsidRPr="0037778B" w:rsidRDefault="00E86D47" w:rsidP="0037778B">
      <w:pPr>
        <w:spacing w:before="40" w:after="40"/>
        <w:ind w:left="0"/>
        <w:rPr>
          <w:sz w:val="19"/>
          <w:szCs w:val="19"/>
        </w:rPr>
      </w:pPr>
      <w:r w:rsidRPr="0037778B">
        <w:rPr>
          <w:sz w:val="19"/>
          <w:szCs w:val="19"/>
        </w:rPr>
        <w:t>Please return the completed form in the envelope marked ‘Strictly Confidential’ to</w:t>
      </w:r>
      <w:r w:rsidR="00E16FDA" w:rsidRPr="0037778B">
        <w:rPr>
          <w:sz w:val="19"/>
          <w:szCs w:val="19"/>
        </w:rPr>
        <w:t xml:space="preserve">: </w:t>
      </w:r>
      <w:r w:rsidRPr="0037778B">
        <w:rPr>
          <w:sz w:val="19"/>
          <w:szCs w:val="19"/>
        </w:rPr>
        <w:t xml:space="preserve"> HR Manager, Lyon Equipment Ltd, Unit 3 – 7 Tebay Bu</w:t>
      </w:r>
      <w:r w:rsidR="004B7252">
        <w:rPr>
          <w:sz w:val="19"/>
          <w:szCs w:val="19"/>
        </w:rPr>
        <w:t>si</w:t>
      </w:r>
      <w:r w:rsidRPr="0037778B">
        <w:rPr>
          <w:sz w:val="19"/>
          <w:szCs w:val="19"/>
        </w:rPr>
        <w:t>ness Park, Old Tebay, Penrith, CA10 3SS.</w:t>
      </w:r>
    </w:p>
    <w:p w14:paraId="70E9381B" w14:textId="77777777" w:rsidR="00BA0EC6" w:rsidRPr="008279CA" w:rsidRDefault="00BA0EC6" w:rsidP="0037778B">
      <w:pPr>
        <w:spacing w:before="40" w:after="40" w:line="240" w:lineRule="auto"/>
        <w:ind w:left="0"/>
        <w:rPr>
          <w:b/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273"/>
        <w:gridCol w:w="1140"/>
        <w:gridCol w:w="1130"/>
        <w:gridCol w:w="2210"/>
      </w:tblGrid>
      <w:tr w:rsidR="00B66C27" w:rsidRPr="0037778B" w14:paraId="4E066CA8" w14:textId="77777777" w:rsidTr="00E16FDA">
        <w:tc>
          <w:tcPr>
            <w:tcW w:w="2310" w:type="dxa"/>
            <w:shd w:val="clear" w:color="auto" w:fill="D9D9D9" w:themeFill="background1" w:themeFillShade="D9"/>
          </w:tcPr>
          <w:p w14:paraId="3E1A473D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Gender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14:paraId="112BCA80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2311" w:type="dxa"/>
            <w:gridSpan w:val="2"/>
            <w:shd w:val="clear" w:color="auto" w:fill="D9D9D9" w:themeFill="background1" w:themeFillShade="D9"/>
          </w:tcPr>
          <w:p w14:paraId="58045416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2249" w:type="dxa"/>
            <w:shd w:val="clear" w:color="auto" w:fill="D9D9D9" w:themeFill="background1" w:themeFillShade="D9"/>
          </w:tcPr>
          <w:p w14:paraId="391AA3B0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D33467" w:rsidRPr="0037778B" w14:paraId="746E2161" w14:textId="77777777" w:rsidTr="00E16FDA">
        <w:tc>
          <w:tcPr>
            <w:tcW w:w="2310" w:type="dxa"/>
          </w:tcPr>
          <w:p w14:paraId="67833B13" w14:textId="77777777" w:rsidR="00D33467" w:rsidRPr="0037778B" w:rsidRDefault="00D3346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0"/>
            <w:r w:rsidRPr="0037778B">
              <w:rPr>
                <w:sz w:val="19"/>
                <w:szCs w:val="19"/>
              </w:rPr>
              <w:t xml:space="preserve">  </w:t>
            </w:r>
            <w:r w:rsidR="00E86D47" w:rsidRPr="0037778B">
              <w:rPr>
                <w:sz w:val="19"/>
                <w:szCs w:val="19"/>
              </w:rPr>
              <w:t>Man</w:t>
            </w:r>
          </w:p>
        </w:tc>
        <w:tc>
          <w:tcPr>
            <w:tcW w:w="2310" w:type="dxa"/>
          </w:tcPr>
          <w:p w14:paraId="307E4422" w14:textId="77777777" w:rsidR="00D33467" w:rsidRPr="0037778B" w:rsidRDefault="00D3346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1"/>
            <w:r w:rsidR="00E86D47" w:rsidRPr="0037778B">
              <w:rPr>
                <w:sz w:val="19"/>
                <w:szCs w:val="19"/>
              </w:rPr>
              <w:t xml:space="preserve">  Woman</w:t>
            </w:r>
          </w:p>
        </w:tc>
        <w:tc>
          <w:tcPr>
            <w:tcW w:w="2311" w:type="dxa"/>
            <w:gridSpan w:val="2"/>
          </w:tcPr>
          <w:p w14:paraId="7708AC55" w14:textId="77777777" w:rsidR="00D33467" w:rsidRPr="0037778B" w:rsidRDefault="00D3346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2"/>
            <w:r w:rsidRPr="0037778B">
              <w:rPr>
                <w:sz w:val="19"/>
                <w:szCs w:val="19"/>
              </w:rPr>
              <w:t xml:space="preserve">  Non-binary</w:t>
            </w:r>
          </w:p>
        </w:tc>
        <w:tc>
          <w:tcPr>
            <w:tcW w:w="2249" w:type="dxa"/>
          </w:tcPr>
          <w:p w14:paraId="22C82CDF" w14:textId="77777777" w:rsidR="00D33467" w:rsidRPr="0037778B" w:rsidRDefault="00D3346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3"/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</w:tr>
      <w:tr w:rsidR="00D33467" w:rsidRPr="0037778B" w14:paraId="017EFA71" w14:textId="77777777" w:rsidTr="00E16FDA">
        <w:tc>
          <w:tcPr>
            <w:tcW w:w="5778" w:type="dxa"/>
            <w:gridSpan w:val="3"/>
          </w:tcPr>
          <w:p w14:paraId="4003732F" w14:textId="77777777" w:rsidR="00D33467" w:rsidRPr="0037778B" w:rsidRDefault="00D3346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Or, if you prefer to use your own term, please specify here:</w:t>
            </w:r>
          </w:p>
        </w:tc>
        <w:tc>
          <w:tcPr>
            <w:tcW w:w="3402" w:type="dxa"/>
            <w:gridSpan w:val="2"/>
            <w:tcBorders>
              <w:bottom w:val="dotted" w:sz="4" w:space="0" w:color="auto"/>
            </w:tcBorders>
          </w:tcPr>
          <w:p w14:paraId="5F66B01C" w14:textId="77777777" w:rsidR="00D3346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7F5A7379" w14:textId="77777777" w:rsidR="00D33467" w:rsidRPr="008279CA" w:rsidRDefault="00D33467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230"/>
        <w:gridCol w:w="2265"/>
        <w:gridCol w:w="2194"/>
      </w:tblGrid>
      <w:tr w:rsidR="00B66C27" w:rsidRPr="0037778B" w14:paraId="27C0F6F1" w14:textId="77777777" w:rsidTr="00E16FDA">
        <w:tc>
          <w:tcPr>
            <w:tcW w:w="9180" w:type="dxa"/>
            <w:gridSpan w:val="4"/>
            <w:shd w:val="clear" w:color="auto" w:fill="D9D9D9" w:themeFill="background1" w:themeFillShade="D9"/>
          </w:tcPr>
          <w:p w14:paraId="4C0CF287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Are you married or in a civil partnership?</w:t>
            </w:r>
          </w:p>
        </w:tc>
      </w:tr>
      <w:tr w:rsidR="00B66C27" w:rsidRPr="0037778B" w14:paraId="0B7FEFE5" w14:textId="77777777" w:rsidTr="00E16FDA">
        <w:tc>
          <w:tcPr>
            <w:tcW w:w="2376" w:type="dxa"/>
          </w:tcPr>
          <w:p w14:paraId="30CE437C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4"/>
            <w:r w:rsidRPr="0037778B">
              <w:rPr>
                <w:sz w:val="19"/>
                <w:szCs w:val="19"/>
              </w:rPr>
              <w:t xml:space="preserve">  Yes    </w:t>
            </w:r>
          </w:p>
        </w:tc>
        <w:tc>
          <w:tcPr>
            <w:tcW w:w="2268" w:type="dxa"/>
          </w:tcPr>
          <w:p w14:paraId="73FFADE8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5"/>
            <w:r w:rsidRPr="0037778B">
              <w:rPr>
                <w:sz w:val="19"/>
                <w:szCs w:val="19"/>
              </w:rPr>
              <w:t xml:space="preserve">  No</w:t>
            </w:r>
          </w:p>
        </w:tc>
        <w:tc>
          <w:tcPr>
            <w:tcW w:w="2299" w:type="dxa"/>
          </w:tcPr>
          <w:p w14:paraId="32BF9086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6"/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2237" w:type="dxa"/>
          </w:tcPr>
          <w:p w14:paraId="7A18263D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</w:tbl>
    <w:p w14:paraId="4622CFE0" w14:textId="77777777" w:rsidR="00D33467" w:rsidRPr="008279CA" w:rsidRDefault="00D33467" w:rsidP="0037778B">
      <w:pPr>
        <w:spacing w:before="40" w:after="40" w:line="240" w:lineRule="auto"/>
        <w:ind w:left="0"/>
        <w:rPr>
          <w:b/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2256"/>
        <w:gridCol w:w="2260"/>
        <w:gridCol w:w="2254"/>
      </w:tblGrid>
      <w:tr w:rsidR="00B66C27" w:rsidRPr="0037778B" w14:paraId="79AE040A" w14:textId="77777777" w:rsidTr="00B66C27">
        <w:tc>
          <w:tcPr>
            <w:tcW w:w="2295" w:type="dxa"/>
            <w:shd w:val="clear" w:color="auto" w:fill="D9D9D9" w:themeFill="background1" w:themeFillShade="D9"/>
          </w:tcPr>
          <w:p w14:paraId="408D9A3E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Age</w:t>
            </w:r>
          </w:p>
        </w:tc>
        <w:tc>
          <w:tcPr>
            <w:tcW w:w="2295" w:type="dxa"/>
            <w:shd w:val="clear" w:color="auto" w:fill="D9D9D9" w:themeFill="background1" w:themeFillShade="D9"/>
          </w:tcPr>
          <w:p w14:paraId="13631C82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2295" w:type="dxa"/>
            <w:shd w:val="clear" w:color="auto" w:fill="D9D9D9" w:themeFill="background1" w:themeFillShade="D9"/>
          </w:tcPr>
          <w:p w14:paraId="5C4974DA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2295" w:type="dxa"/>
            <w:shd w:val="clear" w:color="auto" w:fill="D9D9D9" w:themeFill="background1" w:themeFillShade="D9"/>
          </w:tcPr>
          <w:p w14:paraId="0914AFEE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149D388A" w14:textId="77777777" w:rsidTr="00706297">
        <w:tc>
          <w:tcPr>
            <w:tcW w:w="2295" w:type="dxa"/>
          </w:tcPr>
          <w:p w14:paraId="23DDF7E2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7"/>
            <w:r w:rsidRPr="0037778B">
              <w:rPr>
                <w:sz w:val="19"/>
                <w:szCs w:val="19"/>
              </w:rPr>
              <w:t xml:space="preserve">  16 – 24</w:t>
            </w:r>
          </w:p>
        </w:tc>
        <w:tc>
          <w:tcPr>
            <w:tcW w:w="2295" w:type="dxa"/>
          </w:tcPr>
          <w:p w14:paraId="157B6382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25 – 29</w:t>
            </w:r>
          </w:p>
        </w:tc>
        <w:tc>
          <w:tcPr>
            <w:tcW w:w="2295" w:type="dxa"/>
          </w:tcPr>
          <w:p w14:paraId="39A533DD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30 – 34</w:t>
            </w:r>
          </w:p>
        </w:tc>
        <w:tc>
          <w:tcPr>
            <w:tcW w:w="2295" w:type="dxa"/>
          </w:tcPr>
          <w:p w14:paraId="11C3839F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35 – 39</w:t>
            </w:r>
          </w:p>
        </w:tc>
      </w:tr>
      <w:tr w:rsidR="00706297" w:rsidRPr="0037778B" w14:paraId="23B45B83" w14:textId="77777777" w:rsidTr="00706297">
        <w:tc>
          <w:tcPr>
            <w:tcW w:w="2295" w:type="dxa"/>
          </w:tcPr>
          <w:p w14:paraId="6E8ECE70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40 – 44</w:t>
            </w:r>
          </w:p>
        </w:tc>
        <w:tc>
          <w:tcPr>
            <w:tcW w:w="2295" w:type="dxa"/>
          </w:tcPr>
          <w:p w14:paraId="77928363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45 – 49</w:t>
            </w:r>
          </w:p>
        </w:tc>
        <w:tc>
          <w:tcPr>
            <w:tcW w:w="2295" w:type="dxa"/>
          </w:tcPr>
          <w:p w14:paraId="4AC771F6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50 – 54</w:t>
            </w:r>
          </w:p>
        </w:tc>
        <w:tc>
          <w:tcPr>
            <w:tcW w:w="2295" w:type="dxa"/>
          </w:tcPr>
          <w:p w14:paraId="606BD417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55 – 59</w:t>
            </w:r>
          </w:p>
        </w:tc>
      </w:tr>
      <w:tr w:rsidR="00706297" w:rsidRPr="0037778B" w14:paraId="3E7C622B" w14:textId="77777777" w:rsidTr="00706297">
        <w:tc>
          <w:tcPr>
            <w:tcW w:w="2295" w:type="dxa"/>
          </w:tcPr>
          <w:p w14:paraId="59276C4E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60 – 64</w:t>
            </w:r>
          </w:p>
        </w:tc>
        <w:tc>
          <w:tcPr>
            <w:tcW w:w="2295" w:type="dxa"/>
          </w:tcPr>
          <w:p w14:paraId="5872E39F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65+</w:t>
            </w:r>
          </w:p>
        </w:tc>
        <w:tc>
          <w:tcPr>
            <w:tcW w:w="2295" w:type="dxa"/>
          </w:tcPr>
          <w:p w14:paraId="4A932B32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2295" w:type="dxa"/>
          </w:tcPr>
          <w:p w14:paraId="0AECEE3D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</w:tbl>
    <w:p w14:paraId="44CED474" w14:textId="77777777" w:rsidR="00282D2A" w:rsidRPr="008279CA" w:rsidRDefault="00282D2A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9"/>
        <w:gridCol w:w="1539"/>
        <w:gridCol w:w="974"/>
        <w:gridCol w:w="514"/>
        <w:gridCol w:w="2970"/>
      </w:tblGrid>
      <w:tr w:rsidR="00B66C27" w:rsidRPr="0037778B" w14:paraId="24B12546" w14:textId="77777777" w:rsidTr="00E16FDA">
        <w:tc>
          <w:tcPr>
            <w:tcW w:w="3080" w:type="dxa"/>
            <w:shd w:val="clear" w:color="auto" w:fill="D9D9D9" w:themeFill="background1" w:themeFillShade="D9"/>
          </w:tcPr>
          <w:p w14:paraId="4DB92EE5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What is your ethnicity?</w:t>
            </w:r>
          </w:p>
        </w:tc>
        <w:tc>
          <w:tcPr>
            <w:tcW w:w="3081" w:type="dxa"/>
            <w:gridSpan w:val="3"/>
            <w:shd w:val="clear" w:color="auto" w:fill="D9D9D9" w:themeFill="background1" w:themeFillShade="D9"/>
          </w:tcPr>
          <w:p w14:paraId="5448EF57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D9D9D9" w:themeFill="background1" w:themeFillShade="D9"/>
          </w:tcPr>
          <w:p w14:paraId="0D12C8E1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B66C27" w:rsidRPr="0037778B" w14:paraId="195EEDB6" w14:textId="77777777" w:rsidTr="00E16FDA">
        <w:tc>
          <w:tcPr>
            <w:tcW w:w="9180" w:type="dxa"/>
            <w:gridSpan w:val="5"/>
            <w:shd w:val="clear" w:color="auto" w:fill="auto"/>
          </w:tcPr>
          <w:p w14:paraId="3AEFB77C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Ethnic origin is not about nationality, place of birth or citizenship.  It is about the group to which you perceive you belong.  Please tick the appropriate box.</w:t>
            </w:r>
          </w:p>
        </w:tc>
      </w:tr>
      <w:tr w:rsidR="00282D2A" w:rsidRPr="0037778B" w14:paraId="4ED67DD7" w14:textId="77777777" w:rsidTr="00E16FDA">
        <w:tc>
          <w:tcPr>
            <w:tcW w:w="3080" w:type="dxa"/>
            <w:shd w:val="clear" w:color="auto" w:fill="auto"/>
          </w:tcPr>
          <w:p w14:paraId="69D2148A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White</w:t>
            </w:r>
          </w:p>
        </w:tc>
        <w:tc>
          <w:tcPr>
            <w:tcW w:w="3081" w:type="dxa"/>
            <w:gridSpan w:val="3"/>
            <w:shd w:val="clear" w:color="auto" w:fill="auto"/>
          </w:tcPr>
          <w:p w14:paraId="3B6ADF87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0E0E1F61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282D2A" w:rsidRPr="0037778B" w14:paraId="1F802BE1" w14:textId="77777777" w:rsidTr="00E16FDA">
        <w:tc>
          <w:tcPr>
            <w:tcW w:w="3080" w:type="dxa"/>
          </w:tcPr>
          <w:p w14:paraId="15A68463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8"/>
            <w:r w:rsidRPr="0037778B">
              <w:rPr>
                <w:sz w:val="19"/>
                <w:szCs w:val="19"/>
              </w:rPr>
              <w:t xml:space="preserve">  English</w:t>
            </w:r>
          </w:p>
        </w:tc>
        <w:tc>
          <w:tcPr>
            <w:tcW w:w="3081" w:type="dxa"/>
            <w:gridSpan w:val="3"/>
          </w:tcPr>
          <w:p w14:paraId="3031974B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Welsh</w:t>
            </w:r>
          </w:p>
        </w:tc>
        <w:tc>
          <w:tcPr>
            <w:tcW w:w="3019" w:type="dxa"/>
          </w:tcPr>
          <w:p w14:paraId="7985DD1A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Scottish</w:t>
            </w:r>
          </w:p>
        </w:tc>
      </w:tr>
      <w:tr w:rsidR="00282D2A" w:rsidRPr="0037778B" w14:paraId="33D8ADFA" w14:textId="77777777" w:rsidTr="00E16FDA">
        <w:tc>
          <w:tcPr>
            <w:tcW w:w="3080" w:type="dxa"/>
          </w:tcPr>
          <w:p w14:paraId="13200CEA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Northern Irish</w:t>
            </w:r>
          </w:p>
        </w:tc>
        <w:tc>
          <w:tcPr>
            <w:tcW w:w="3081" w:type="dxa"/>
            <w:gridSpan w:val="3"/>
          </w:tcPr>
          <w:p w14:paraId="4F9C2CFF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Irish</w:t>
            </w:r>
          </w:p>
        </w:tc>
        <w:tc>
          <w:tcPr>
            <w:tcW w:w="3019" w:type="dxa"/>
          </w:tcPr>
          <w:p w14:paraId="3577111F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British</w:t>
            </w:r>
          </w:p>
        </w:tc>
      </w:tr>
      <w:tr w:rsidR="00282D2A" w:rsidRPr="0037778B" w14:paraId="476C4E26" w14:textId="77777777" w:rsidTr="00E16FDA">
        <w:tc>
          <w:tcPr>
            <w:tcW w:w="3080" w:type="dxa"/>
          </w:tcPr>
          <w:p w14:paraId="1A970FE3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</w:t>
            </w:r>
            <w:r w:rsidR="00E86D47" w:rsidRPr="0037778B">
              <w:rPr>
                <w:sz w:val="19"/>
                <w:szCs w:val="19"/>
              </w:rPr>
              <w:t>Gypsy or Irish Traveller</w:t>
            </w:r>
          </w:p>
        </w:tc>
        <w:tc>
          <w:tcPr>
            <w:tcW w:w="3081" w:type="dxa"/>
            <w:gridSpan w:val="3"/>
          </w:tcPr>
          <w:p w14:paraId="3049368E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19" w:type="dxa"/>
          </w:tcPr>
          <w:p w14:paraId="03BEBD2E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282D2A" w:rsidRPr="0037778B" w14:paraId="035A349F" w14:textId="77777777" w:rsidTr="00E16FDA">
        <w:tc>
          <w:tcPr>
            <w:tcW w:w="4644" w:type="dxa"/>
            <w:gridSpan w:val="2"/>
          </w:tcPr>
          <w:p w14:paraId="20FEE9BD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 xml:space="preserve">Any other white background, please </w:t>
            </w:r>
            <w:r w:rsidR="00E86D47" w:rsidRPr="0037778B">
              <w:rPr>
                <w:sz w:val="19"/>
                <w:szCs w:val="19"/>
              </w:rPr>
              <w:t>write in</w:t>
            </w:r>
            <w:r w:rsidRPr="0037778B">
              <w:rPr>
                <w:sz w:val="19"/>
                <w:szCs w:val="19"/>
              </w:rPr>
              <w:t>: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</w:tcPr>
          <w:p w14:paraId="6E59BAA5" w14:textId="77777777" w:rsidR="00282D2A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  <w:tr w:rsidR="00020EBB" w:rsidRPr="0037778B" w14:paraId="22D3823F" w14:textId="77777777" w:rsidTr="00E16FDA">
        <w:trPr>
          <w:trHeight w:hRule="exact" w:val="142"/>
        </w:trPr>
        <w:tc>
          <w:tcPr>
            <w:tcW w:w="3080" w:type="dxa"/>
            <w:shd w:val="clear" w:color="auto" w:fill="auto"/>
          </w:tcPr>
          <w:p w14:paraId="36A161CC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81" w:type="dxa"/>
            <w:gridSpan w:val="3"/>
            <w:shd w:val="clear" w:color="auto" w:fill="auto"/>
          </w:tcPr>
          <w:p w14:paraId="6831A520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5398AA8B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282D2A" w:rsidRPr="0037778B" w14:paraId="170EB01A" w14:textId="77777777" w:rsidTr="00E16FDA">
        <w:tc>
          <w:tcPr>
            <w:tcW w:w="3080" w:type="dxa"/>
            <w:shd w:val="clear" w:color="auto" w:fill="auto"/>
          </w:tcPr>
          <w:p w14:paraId="27386602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Mixed / multiple ethnic groups</w:t>
            </w:r>
          </w:p>
        </w:tc>
        <w:tc>
          <w:tcPr>
            <w:tcW w:w="3081" w:type="dxa"/>
            <w:gridSpan w:val="3"/>
            <w:shd w:val="clear" w:color="auto" w:fill="auto"/>
          </w:tcPr>
          <w:p w14:paraId="39AE1A44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67327DBD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282D2A" w:rsidRPr="0037778B" w14:paraId="726D8430" w14:textId="77777777" w:rsidTr="00E16FDA">
        <w:tc>
          <w:tcPr>
            <w:tcW w:w="3080" w:type="dxa"/>
          </w:tcPr>
          <w:p w14:paraId="29869343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White and Black Caribbean</w:t>
            </w:r>
          </w:p>
        </w:tc>
        <w:tc>
          <w:tcPr>
            <w:tcW w:w="3081" w:type="dxa"/>
            <w:gridSpan w:val="3"/>
          </w:tcPr>
          <w:p w14:paraId="2ACC4590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White and Black African</w:t>
            </w:r>
          </w:p>
        </w:tc>
        <w:tc>
          <w:tcPr>
            <w:tcW w:w="3019" w:type="dxa"/>
          </w:tcPr>
          <w:p w14:paraId="79955F14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White and Asian</w:t>
            </w:r>
          </w:p>
        </w:tc>
      </w:tr>
      <w:tr w:rsidR="00282D2A" w:rsidRPr="0037778B" w14:paraId="738F5E51" w14:textId="77777777" w:rsidTr="00E16FDA">
        <w:tc>
          <w:tcPr>
            <w:tcW w:w="3080" w:type="dxa"/>
          </w:tcPr>
          <w:p w14:paraId="6E752470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81" w:type="dxa"/>
            <w:gridSpan w:val="3"/>
          </w:tcPr>
          <w:p w14:paraId="1F03D865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19" w:type="dxa"/>
          </w:tcPr>
          <w:p w14:paraId="71917055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5C57C0B7" w14:textId="77777777" w:rsidTr="00E16FDA">
        <w:tc>
          <w:tcPr>
            <w:tcW w:w="4644" w:type="dxa"/>
            <w:gridSpan w:val="2"/>
          </w:tcPr>
          <w:p w14:paraId="5E2249ED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 xml:space="preserve">Any other mixed background, please </w:t>
            </w:r>
            <w:r w:rsidR="00E86D47" w:rsidRPr="0037778B">
              <w:rPr>
                <w:sz w:val="19"/>
                <w:szCs w:val="19"/>
              </w:rPr>
              <w:t>write in</w:t>
            </w:r>
            <w:r w:rsidRPr="0037778B">
              <w:rPr>
                <w:sz w:val="19"/>
                <w:szCs w:val="19"/>
              </w:rPr>
              <w:t>: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</w:tcPr>
          <w:p w14:paraId="647AF6B7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  <w:tr w:rsidR="00020EBB" w:rsidRPr="0037778B" w14:paraId="7A5D4C7E" w14:textId="77777777" w:rsidTr="00E16FDA">
        <w:trPr>
          <w:trHeight w:hRule="exact" w:val="142"/>
        </w:trPr>
        <w:tc>
          <w:tcPr>
            <w:tcW w:w="3080" w:type="dxa"/>
            <w:shd w:val="clear" w:color="auto" w:fill="auto"/>
          </w:tcPr>
          <w:p w14:paraId="2D891E73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81" w:type="dxa"/>
            <w:gridSpan w:val="3"/>
            <w:shd w:val="clear" w:color="auto" w:fill="auto"/>
          </w:tcPr>
          <w:p w14:paraId="0061DFD2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45D43E0D" w14:textId="77777777" w:rsidR="00020EBB" w:rsidRPr="0037778B" w:rsidRDefault="00020EB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282D2A" w:rsidRPr="0037778B" w14:paraId="7B5B1231" w14:textId="77777777" w:rsidTr="00E16FDA">
        <w:tc>
          <w:tcPr>
            <w:tcW w:w="3080" w:type="dxa"/>
            <w:shd w:val="clear" w:color="auto" w:fill="auto"/>
          </w:tcPr>
          <w:p w14:paraId="684C68D8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Asian / Asian British</w:t>
            </w:r>
          </w:p>
        </w:tc>
        <w:tc>
          <w:tcPr>
            <w:tcW w:w="3081" w:type="dxa"/>
            <w:gridSpan w:val="3"/>
            <w:shd w:val="clear" w:color="auto" w:fill="auto"/>
          </w:tcPr>
          <w:p w14:paraId="565F1609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18DD42DF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282D2A" w:rsidRPr="0037778B" w14:paraId="3276A07B" w14:textId="77777777" w:rsidTr="00E16FDA">
        <w:tc>
          <w:tcPr>
            <w:tcW w:w="3080" w:type="dxa"/>
          </w:tcPr>
          <w:p w14:paraId="6FD5CFF1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Indian</w:t>
            </w:r>
          </w:p>
        </w:tc>
        <w:tc>
          <w:tcPr>
            <w:tcW w:w="3081" w:type="dxa"/>
            <w:gridSpan w:val="3"/>
          </w:tcPr>
          <w:p w14:paraId="78975159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Pakistani</w:t>
            </w:r>
          </w:p>
        </w:tc>
        <w:tc>
          <w:tcPr>
            <w:tcW w:w="3019" w:type="dxa"/>
          </w:tcPr>
          <w:p w14:paraId="6018CCD3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Bangladeshi</w:t>
            </w:r>
          </w:p>
        </w:tc>
      </w:tr>
      <w:tr w:rsidR="00282D2A" w:rsidRPr="0037778B" w14:paraId="4C28D69B" w14:textId="77777777" w:rsidTr="00E16FDA">
        <w:tc>
          <w:tcPr>
            <w:tcW w:w="3080" w:type="dxa"/>
          </w:tcPr>
          <w:p w14:paraId="0BF762C2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Chinese</w:t>
            </w:r>
          </w:p>
        </w:tc>
        <w:tc>
          <w:tcPr>
            <w:tcW w:w="3081" w:type="dxa"/>
            <w:gridSpan w:val="3"/>
          </w:tcPr>
          <w:p w14:paraId="2C945850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19" w:type="dxa"/>
          </w:tcPr>
          <w:p w14:paraId="520CB281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6C495170" w14:textId="77777777" w:rsidTr="00E16FDA">
        <w:tc>
          <w:tcPr>
            <w:tcW w:w="4644" w:type="dxa"/>
            <w:gridSpan w:val="2"/>
          </w:tcPr>
          <w:p w14:paraId="55BDC6AF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 xml:space="preserve">Any other Asian background, please </w:t>
            </w:r>
            <w:r w:rsidR="00E86D47" w:rsidRPr="0037778B">
              <w:rPr>
                <w:sz w:val="19"/>
                <w:szCs w:val="19"/>
              </w:rPr>
              <w:t>write in</w:t>
            </w:r>
            <w:r w:rsidRPr="0037778B">
              <w:rPr>
                <w:sz w:val="19"/>
                <w:szCs w:val="19"/>
              </w:rPr>
              <w:t>: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</w:tcPr>
          <w:p w14:paraId="6C7C0143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  <w:tr w:rsidR="0037778B" w:rsidRPr="0037778B" w14:paraId="5B244D5E" w14:textId="77777777" w:rsidTr="0037778B">
        <w:trPr>
          <w:trHeight w:hRule="exact" w:val="142"/>
        </w:trPr>
        <w:tc>
          <w:tcPr>
            <w:tcW w:w="6161" w:type="dxa"/>
            <w:gridSpan w:val="4"/>
            <w:shd w:val="clear" w:color="auto" w:fill="auto"/>
          </w:tcPr>
          <w:p w14:paraId="53C61751" w14:textId="77777777" w:rsidR="0037778B" w:rsidRPr="0037778B" w:rsidRDefault="0037778B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71797256" w14:textId="77777777" w:rsidR="0037778B" w:rsidRPr="0037778B" w:rsidRDefault="0037778B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706297" w:rsidRPr="0037778B" w14:paraId="009A5269" w14:textId="77777777" w:rsidTr="00E16FDA">
        <w:tc>
          <w:tcPr>
            <w:tcW w:w="6161" w:type="dxa"/>
            <w:gridSpan w:val="4"/>
            <w:shd w:val="clear" w:color="auto" w:fill="auto"/>
          </w:tcPr>
          <w:p w14:paraId="1AB9005E" w14:textId="77777777" w:rsidR="00706297" w:rsidRPr="0037778B" w:rsidRDefault="0070629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Black / African / Caribbean / Black British</w:t>
            </w:r>
          </w:p>
        </w:tc>
        <w:tc>
          <w:tcPr>
            <w:tcW w:w="3019" w:type="dxa"/>
            <w:shd w:val="clear" w:color="auto" w:fill="auto"/>
          </w:tcPr>
          <w:p w14:paraId="464FDB3B" w14:textId="77777777" w:rsidR="00706297" w:rsidRPr="0037778B" w:rsidRDefault="0070629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282D2A" w:rsidRPr="0037778B" w14:paraId="2FA2555C" w14:textId="77777777" w:rsidTr="00E16FDA">
        <w:tc>
          <w:tcPr>
            <w:tcW w:w="3080" w:type="dxa"/>
          </w:tcPr>
          <w:p w14:paraId="3B582FCE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African</w:t>
            </w:r>
          </w:p>
        </w:tc>
        <w:tc>
          <w:tcPr>
            <w:tcW w:w="3081" w:type="dxa"/>
            <w:gridSpan w:val="3"/>
          </w:tcPr>
          <w:p w14:paraId="412ECB60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Caribbean</w:t>
            </w:r>
          </w:p>
        </w:tc>
        <w:tc>
          <w:tcPr>
            <w:tcW w:w="3019" w:type="dxa"/>
          </w:tcPr>
          <w:p w14:paraId="3B3D0980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</w:tr>
      <w:tr w:rsidR="00706297" w:rsidRPr="0037778B" w14:paraId="445F3BFF" w14:textId="77777777" w:rsidTr="00E16FDA">
        <w:tc>
          <w:tcPr>
            <w:tcW w:w="5637" w:type="dxa"/>
            <w:gridSpan w:val="3"/>
          </w:tcPr>
          <w:p w14:paraId="01B16672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 xml:space="preserve">Any other Black / African / Caribbean background, please </w:t>
            </w:r>
            <w:r w:rsidR="00E86D47" w:rsidRPr="0037778B">
              <w:rPr>
                <w:sz w:val="19"/>
                <w:szCs w:val="19"/>
              </w:rPr>
              <w:t>write in</w:t>
            </w:r>
            <w:r w:rsidRPr="0037778B">
              <w:rPr>
                <w:sz w:val="19"/>
                <w:szCs w:val="19"/>
              </w:rPr>
              <w:t>:</w:t>
            </w:r>
          </w:p>
        </w:tc>
        <w:tc>
          <w:tcPr>
            <w:tcW w:w="3543" w:type="dxa"/>
            <w:gridSpan w:val="2"/>
            <w:tcBorders>
              <w:bottom w:val="dotted" w:sz="4" w:space="0" w:color="auto"/>
            </w:tcBorders>
          </w:tcPr>
          <w:p w14:paraId="0DB3C37D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148D8F37" w14:textId="77777777" w:rsidR="0037778B" w:rsidRDefault="0037778B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0"/>
        <w:gridCol w:w="2515"/>
        <w:gridCol w:w="516"/>
        <w:gridCol w:w="2965"/>
      </w:tblGrid>
      <w:tr w:rsidR="00282D2A" w:rsidRPr="0037778B" w14:paraId="625422C9" w14:textId="77777777" w:rsidTr="00E16FDA">
        <w:tc>
          <w:tcPr>
            <w:tcW w:w="3080" w:type="dxa"/>
            <w:shd w:val="clear" w:color="auto" w:fill="auto"/>
          </w:tcPr>
          <w:p w14:paraId="15BBE1D6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lastRenderedPageBreak/>
              <w:t>Other ethnic group</w:t>
            </w:r>
          </w:p>
        </w:tc>
        <w:tc>
          <w:tcPr>
            <w:tcW w:w="3081" w:type="dxa"/>
            <w:gridSpan w:val="2"/>
            <w:shd w:val="clear" w:color="auto" w:fill="auto"/>
          </w:tcPr>
          <w:p w14:paraId="63D392B3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  <w:tc>
          <w:tcPr>
            <w:tcW w:w="3019" w:type="dxa"/>
            <w:shd w:val="clear" w:color="auto" w:fill="auto"/>
          </w:tcPr>
          <w:p w14:paraId="46AFD390" w14:textId="77777777" w:rsidR="00282D2A" w:rsidRPr="0037778B" w:rsidRDefault="00282D2A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</w:p>
        </w:tc>
      </w:tr>
      <w:tr w:rsidR="00282D2A" w:rsidRPr="0037778B" w14:paraId="523561B2" w14:textId="77777777" w:rsidTr="00E16FDA">
        <w:tc>
          <w:tcPr>
            <w:tcW w:w="3080" w:type="dxa"/>
          </w:tcPr>
          <w:p w14:paraId="50C7734D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Arab</w:t>
            </w:r>
          </w:p>
        </w:tc>
        <w:tc>
          <w:tcPr>
            <w:tcW w:w="3081" w:type="dxa"/>
            <w:gridSpan w:val="2"/>
          </w:tcPr>
          <w:p w14:paraId="0E9F3B99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19" w:type="dxa"/>
          </w:tcPr>
          <w:p w14:paraId="0DBE2245" w14:textId="77777777" w:rsidR="00282D2A" w:rsidRPr="0037778B" w:rsidRDefault="00282D2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0D01E29D" w14:textId="77777777" w:rsidTr="00E16FDA">
        <w:tc>
          <w:tcPr>
            <w:tcW w:w="5637" w:type="dxa"/>
            <w:gridSpan w:val="2"/>
          </w:tcPr>
          <w:p w14:paraId="64F1BF15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Any other ethnic group, please specify:</w:t>
            </w:r>
          </w:p>
        </w:tc>
        <w:tc>
          <w:tcPr>
            <w:tcW w:w="3543" w:type="dxa"/>
            <w:gridSpan w:val="2"/>
            <w:tcBorders>
              <w:bottom w:val="dotted" w:sz="4" w:space="0" w:color="auto"/>
            </w:tcBorders>
          </w:tcPr>
          <w:p w14:paraId="293C652B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1C5F5929" w14:textId="77777777" w:rsidR="00282D2A" w:rsidRPr="008279CA" w:rsidRDefault="00282D2A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19"/>
      </w:tblGrid>
      <w:tr w:rsidR="00B66C27" w:rsidRPr="0037778B" w14:paraId="4FDD43F3" w14:textId="77777777" w:rsidTr="00E16FDA">
        <w:tc>
          <w:tcPr>
            <w:tcW w:w="9180" w:type="dxa"/>
            <w:gridSpan w:val="3"/>
          </w:tcPr>
          <w:p w14:paraId="10EC2F3F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Do you consider yourself to have a disability or health condition?</w:t>
            </w:r>
          </w:p>
        </w:tc>
      </w:tr>
      <w:tr w:rsidR="00B66C27" w:rsidRPr="0037778B" w14:paraId="00E5227D" w14:textId="77777777" w:rsidTr="00E16FDA">
        <w:tc>
          <w:tcPr>
            <w:tcW w:w="3080" w:type="dxa"/>
          </w:tcPr>
          <w:p w14:paraId="7684A6BA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Yes    </w:t>
            </w:r>
          </w:p>
        </w:tc>
        <w:tc>
          <w:tcPr>
            <w:tcW w:w="3081" w:type="dxa"/>
          </w:tcPr>
          <w:p w14:paraId="59FD2B86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No    </w:t>
            </w:r>
          </w:p>
        </w:tc>
        <w:tc>
          <w:tcPr>
            <w:tcW w:w="3019" w:type="dxa"/>
          </w:tcPr>
          <w:p w14:paraId="607B9A8E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</w:tr>
      <w:tr w:rsidR="00B66C27" w:rsidRPr="0037778B" w14:paraId="5DA46A7B" w14:textId="77777777" w:rsidTr="00E16FDA">
        <w:tc>
          <w:tcPr>
            <w:tcW w:w="9180" w:type="dxa"/>
            <w:gridSpan w:val="3"/>
            <w:tcBorders>
              <w:bottom w:val="dotted" w:sz="4" w:space="0" w:color="auto"/>
            </w:tcBorders>
          </w:tcPr>
          <w:p w14:paraId="7168D446" w14:textId="77777777" w:rsidR="00B66C27" w:rsidRPr="0037778B" w:rsidRDefault="008567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If yes, what</w:t>
            </w:r>
            <w:r w:rsidR="00B66C27" w:rsidRPr="0037778B">
              <w:rPr>
                <w:sz w:val="19"/>
                <w:szCs w:val="19"/>
              </w:rPr>
              <w:t xml:space="preserve"> is the effect or impact of your disability or health condition on your ability to give your best at work?  </w:t>
            </w:r>
            <w:r w:rsidR="00E86D47" w:rsidRPr="0037778B">
              <w:rPr>
                <w:sz w:val="19"/>
                <w:szCs w:val="19"/>
              </w:rPr>
              <w:t>Please write in here</w:t>
            </w:r>
            <w:r w:rsidRPr="0037778B">
              <w:rPr>
                <w:sz w:val="19"/>
                <w:szCs w:val="19"/>
              </w:rPr>
              <w:t>:</w:t>
            </w:r>
          </w:p>
        </w:tc>
      </w:tr>
      <w:tr w:rsidR="00B66C27" w:rsidRPr="0037778B" w14:paraId="184DCAF1" w14:textId="77777777" w:rsidTr="00E16FDA">
        <w:trPr>
          <w:trHeight w:val="1134"/>
        </w:trPr>
        <w:tc>
          <w:tcPr>
            <w:tcW w:w="91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5C907" w14:textId="77777777" w:rsidR="00B66C2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7B6F3845" w14:textId="77777777" w:rsidR="00282D2A" w:rsidRPr="008279CA" w:rsidRDefault="00282D2A" w:rsidP="0037778B">
      <w:pPr>
        <w:spacing w:before="40" w:after="40" w:line="240" w:lineRule="auto"/>
        <w:ind w:left="0"/>
        <w:rPr>
          <w:sz w:val="16"/>
          <w:szCs w:val="19"/>
        </w:rPr>
      </w:pPr>
    </w:p>
    <w:p w14:paraId="74CE9C29" w14:textId="77777777" w:rsidR="00282D2A" w:rsidRPr="0037778B" w:rsidRDefault="00282D2A" w:rsidP="0037778B">
      <w:pPr>
        <w:spacing w:before="40" w:after="40"/>
        <w:ind w:left="0"/>
        <w:rPr>
          <w:sz w:val="19"/>
          <w:szCs w:val="19"/>
        </w:rPr>
      </w:pPr>
      <w:r w:rsidRPr="0037778B">
        <w:rPr>
          <w:sz w:val="19"/>
          <w:szCs w:val="19"/>
        </w:rPr>
        <w:t>The information in this form is for monitoring purposes only.  If you believe you need a ‘reasonable adjustment’, please discuss this with your manager</w:t>
      </w:r>
      <w:r w:rsidR="002019B6" w:rsidRPr="0037778B">
        <w:rPr>
          <w:sz w:val="19"/>
          <w:szCs w:val="19"/>
        </w:rPr>
        <w:t xml:space="preserve"> and/or HR Manager</w:t>
      </w:r>
      <w:r w:rsidRPr="0037778B">
        <w:rPr>
          <w:sz w:val="19"/>
          <w:szCs w:val="19"/>
        </w:rPr>
        <w:t xml:space="preserve">.  Or if you are a job applicant, please discuss this with </w:t>
      </w:r>
      <w:r w:rsidR="00E86D47" w:rsidRPr="0037778B">
        <w:rPr>
          <w:sz w:val="19"/>
          <w:szCs w:val="19"/>
        </w:rPr>
        <w:t>the manager running the recruitment process.</w:t>
      </w:r>
    </w:p>
    <w:p w14:paraId="3549BCB8" w14:textId="77777777" w:rsidR="00282D2A" w:rsidRPr="008279CA" w:rsidRDefault="00282D2A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2542"/>
        <w:gridCol w:w="474"/>
        <w:gridCol w:w="2996"/>
      </w:tblGrid>
      <w:tr w:rsidR="00B66C27" w:rsidRPr="0037778B" w14:paraId="00028C1E" w14:textId="77777777" w:rsidTr="00B66C27">
        <w:tc>
          <w:tcPr>
            <w:tcW w:w="9180" w:type="dxa"/>
            <w:gridSpan w:val="4"/>
            <w:shd w:val="clear" w:color="auto" w:fill="D9D9D9" w:themeFill="background1" w:themeFillShade="D9"/>
          </w:tcPr>
          <w:p w14:paraId="68D9A101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What is your sexual orientation?</w:t>
            </w:r>
          </w:p>
        </w:tc>
      </w:tr>
      <w:tr w:rsidR="00706297" w:rsidRPr="0037778B" w14:paraId="6C5A8486" w14:textId="77777777" w:rsidTr="00706297">
        <w:tc>
          <w:tcPr>
            <w:tcW w:w="3060" w:type="dxa"/>
          </w:tcPr>
          <w:p w14:paraId="7CC60BD3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Heterosexual</w:t>
            </w:r>
          </w:p>
        </w:tc>
        <w:tc>
          <w:tcPr>
            <w:tcW w:w="3060" w:type="dxa"/>
            <w:gridSpan w:val="2"/>
          </w:tcPr>
          <w:p w14:paraId="54C08EF2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Gay </w:t>
            </w:r>
            <w:r w:rsidR="00E86D47" w:rsidRPr="0037778B">
              <w:rPr>
                <w:sz w:val="19"/>
                <w:szCs w:val="19"/>
              </w:rPr>
              <w:t>woman/lesbian</w:t>
            </w:r>
          </w:p>
        </w:tc>
        <w:tc>
          <w:tcPr>
            <w:tcW w:w="3060" w:type="dxa"/>
          </w:tcPr>
          <w:p w14:paraId="7A38B3E6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Gay man</w:t>
            </w:r>
          </w:p>
        </w:tc>
      </w:tr>
      <w:tr w:rsidR="00706297" w:rsidRPr="0037778B" w14:paraId="551D0A62" w14:textId="77777777" w:rsidTr="00706297">
        <w:tc>
          <w:tcPr>
            <w:tcW w:w="3060" w:type="dxa"/>
          </w:tcPr>
          <w:p w14:paraId="679B0030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Bisexual</w:t>
            </w:r>
          </w:p>
        </w:tc>
        <w:tc>
          <w:tcPr>
            <w:tcW w:w="3060" w:type="dxa"/>
            <w:gridSpan w:val="2"/>
          </w:tcPr>
          <w:p w14:paraId="406326DA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60" w:type="dxa"/>
          </w:tcPr>
          <w:p w14:paraId="36D644E0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7997B74D" w14:textId="77777777" w:rsidTr="0024332B">
        <w:tc>
          <w:tcPr>
            <w:tcW w:w="5637" w:type="dxa"/>
            <w:gridSpan w:val="2"/>
          </w:tcPr>
          <w:p w14:paraId="5624369B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If you prefer to use your own term, please specify here:</w:t>
            </w:r>
          </w:p>
        </w:tc>
        <w:tc>
          <w:tcPr>
            <w:tcW w:w="3543" w:type="dxa"/>
            <w:gridSpan w:val="2"/>
            <w:tcBorders>
              <w:bottom w:val="dotted" w:sz="4" w:space="0" w:color="auto"/>
            </w:tcBorders>
          </w:tcPr>
          <w:p w14:paraId="464FAC74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4C600B05" w14:textId="77777777" w:rsidR="00706297" w:rsidRPr="008279CA" w:rsidRDefault="00706297" w:rsidP="0037778B">
      <w:pPr>
        <w:spacing w:before="40" w:after="40" w:line="240" w:lineRule="auto"/>
        <w:ind w:left="0"/>
        <w:rPr>
          <w:b/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2516"/>
        <w:gridCol w:w="514"/>
        <w:gridCol w:w="2970"/>
      </w:tblGrid>
      <w:tr w:rsidR="00B66C27" w:rsidRPr="0037778B" w14:paraId="0814F98D" w14:textId="77777777" w:rsidTr="00E16FDA">
        <w:tc>
          <w:tcPr>
            <w:tcW w:w="9180" w:type="dxa"/>
            <w:gridSpan w:val="4"/>
            <w:shd w:val="clear" w:color="auto" w:fill="D9D9D9" w:themeFill="background1" w:themeFillShade="D9"/>
          </w:tcPr>
          <w:p w14:paraId="1B939702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What is your religion or belief?</w:t>
            </w:r>
          </w:p>
        </w:tc>
      </w:tr>
      <w:tr w:rsidR="00706297" w:rsidRPr="0037778B" w14:paraId="7A81E897" w14:textId="77777777" w:rsidTr="00E16FDA">
        <w:tc>
          <w:tcPr>
            <w:tcW w:w="3080" w:type="dxa"/>
          </w:tcPr>
          <w:p w14:paraId="27B65730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No religion or belief</w:t>
            </w:r>
          </w:p>
        </w:tc>
        <w:tc>
          <w:tcPr>
            <w:tcW w:w="3081" w:type="dxa"/>
            <w:gridSpan w:val="2"/>
          </w:tcPr>
          <w:p w14:paraId="193B926C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Buddhist</w:t>
            </w:r>
          </w:p>
        </w:tc>
        <w:tc>
          <w:tcPr>
            <w:tcW w:w="3019" w:type="dxa"/>
          </w:tcPr>
          <w:p w14:paraId="1D6D05BD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Christian</w:t>
            </w:r>
          </w:p>
        </w:tc>
      </w:tr>
      <w:tr w:rsidR="00706297" w:rsidRPr="0037778B" w14:paraId="166E764B" w14:textId="77777777" w:rsidTr="00E16FDA">
        <w:tc>
          <w:tcPr>
            <w:tcW w:w="3080" w:type="dxa"/>
          </w:tcPr>
          <w:p w14:paraId="64C4ED40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Hindu</w:t>
            </w:r>
          </w:p>
        </w:tc>
        <w:tc>
          <w:tcPr>
            <w:tcW w:w="3081" w:type="dxa"/>
            <w:gridSpan w:val="2"/>
          </w:tcPr>
          <w:p w14:paraId="71CEAEF3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Jewish</w:t>
            </w:r>
          </w:p>
        </w:tc>
        <w:tc>
          <w:tcPr>
            <w:tcW w:w="3019" w:type="dxa"/>
          </w:tcPr>
          <w:p w14:paraId="211AA667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Muslim</w:t>
            </w:r>
          </w:p>
        </w:tc>
      </w:tr>
      <w:tr w:rsidR="00706297" w:rsidRPr="0037778B" w14:paraId="44472F39" w14:textId="77777777" w:rsidTr="00E16FDA">
        <w:tc>
          <w:tcPr>
            <w:tcW w:w="3080" w:type="dxa"/>
          </w:tcPr>
          <w:p w14:paraId="26BCC98E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Sikh</w:t>
            </w:r>
          </w:p>
        </w:tc>
        <w:tc>
          <w:tcPr>
            <w:tcW w:w="3081" w:type="dxa"/>
            <w:gridSpan w:val="2"/>
          </w:tcPr>
          <w:p w14:paraId="338D09CE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19" w:type="dxa"/>
          </w:tcPr>
          <w:p w14:paraId="44BDE6AC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706297" w:rsidRPr="0037778B" w14:paraId="01BEBDBC" w14:textId="77777777" w:rsidTr="00E16FDA">
        <w:tc>
          <w:tcPr>
            <w:tcW w:w="5637" w:type="dxa"/>
            <w:gridSpan w:val="2"/>
          </w:tcPr>
          <w:p w14:paraId="79EB7645" w14:textId="77777777" w:rsidR="00706297" w:rsidRPr="0037778B" w:rsidRDefault="0070629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If other re</w:t>
            </w:r>
            <w:r w:rsidR="00E86D47" w:rsidRPr="0037778B">
              <w:rPr>
                <w:sz w:val="19"/>
                <w:szCs w:val="19"/>
              </w:rPr>
              <w:t>ligion or belief, please write in</w:t>
            </w:r>
            <w:r w:rsidRPr="0037778B">
              <w:rPr>
                <w:sz w:val="19"/>
                <w:szCs w:val="19"/>
              </w:rPr>
              <w:t>:</w:t>
            </w:r>
          </w:p>
        </w:tc>
        <w:tc>
          <w:tcPr>
            <w:tcW w:w="3543" w:type="dxa"/>
            <w:gridSpan w:val="2"/>
            <w:tcBorders>
              <w:bottom w:val="dotted" w:sz="4" w:space="0" w:color="auto"/>
            </w:tcBorders>
          </w:tcPr>
          <w:p w14:paraId="592529BB" w14:textId="77777777" w:rsidR="00706297" w:rsidRPr="0037778B" w:rsidRDefault="002019B6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0D817DC3" w14:textId="77777777" w:rsidR="00706297" w:rsidRPr="008279CA" w:rsidRDefault="00706297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08"/>
        <w:gridCol w:w="3010"/>
      </w:tblGrid>
      <w:tr w:rsidR="00E86D47" w:rsidRPr="0037778B" w14:paraId="29CE6769" w14:textId="77777777" w:rsidTr="00B76D43">
        <w:tc>
          <w:tcPr>
            <w:tcW w:w="9180" w:type="dxa"/>
            <w:gridSpan w:val="3"/>
            <w:shd w:val="clear" w:color="auto" w:fill="D9D9D9" w:themeFill="background1" w:themeFillShade="D9"/>
          </w:tcPr>
          <w:p w14:paraId="3BC2589E" w14:textId="77777777" w:rsidR="00E86D47" w:rsidRPr="0037778B" w:rsidRDefault="00E86D4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What is your current working pattern?</w:t>
            </w:r>
          </w:p>
        </w:tc>
      </w:tr>
      <w:tr w:rsidR="00E86D47" w:rsidRPr="0037778B" w14:paraId="59731307" w14:textId="77777777" w:rsidTr="00B76D43">
        <w:tc>
          <w:tcPr>
            <w:tcW w:w="3060" w:type="dxa"/>
          </w:tcPr>
          <w:p w14:paraId="6E6201F5" w14:textId="77777777" w:rsidR="00E86D47" w:rsidRPr="0037778B" w:rsidRDefault="00E86D4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Full-time</w:t>
            </w:r>
          </w:p>
        </w:tc>
        <w:tc>
          <w:tcPr>
            <w:tcW w:w="3060" w:type="dxa"/>
          </w:tcPr>
          <w:p w14:paraId="40F1F38A" w14:textId="77777777" w:rsidR="00E86D47" w:rsidRPr="0037778B" w:rsidRDefault="00E86D4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Part-time</w:t>
            </w:r>
          </w:p>
        </w:tc>
        <w:tc>
          <w:tcPr>
            <w:tcW w:w="3060" w:type="dxa"/>
          </w:tcPr>
          <w:p w14:paraId="1D18BF64" w14:textId="77777777" w:rsidR="00E86D47" w:rsidRPr="0037778B" w:rsidRDefault="00E86D4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</w:t>
            </w:r>
            <w:r w:rsidR="0037778B">
              <w:rPr>
                <w:sz w:val="19"/>
                <w:szCs w:val="19"/>
              </w:rPr>
              <w:t>Prefer not to say</w:t>
            </w:r>
          </w:p>
        </w:tc>
      </w:tr>
    </w:tbl>
    <w:p w14:paraId="2EADDA1F" w14:textId="77777777" w:rsidR="00E86D47" w:rsidRPr="0037778B" w:rsidRDefault="00E86D47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1563"/>
        <w:gridCol w:w="1448"/>
        <w:gridCol w:w="3014"/>
      </w:tblGrid>
      <w:tr w:rsidR="0037778B" w:rsidRPr="0037778B" w14:paraId="2DCC7A3C" w14:textId="77777777" w:rsidTr="00877082">
        <w:tc>
          <w:tcPr>
            <w:tcW w:w="9180" w:type="dxa"/>
            <w:gridSpan w:val="4"/>
            <w:shd w:val="clear" w:color="auto" w:fill="D9D9D9" w:themeFill="background1" w:themeFillShade="D9"/>
          </w:tcPr>
          <w:p w14:paraId="5E95A449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What is your flexible working arrangement?</w:t>
            </w:r>
          </w:p>
        </w:tc>
      </w:tr>
      <w:tr w:rsidR="0037778B" w:rsidRPr="0037778B" w14:paraId="795D5112" w14:textId="77777777" w:rsidTr="00877082">
        <w:tc>
          <w:tcPr>
            <w:tcW w:w="3060" w:type="dxa"/>
          </w:tcPr>
          <w:p w14:paraId="187A10FD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None</w:t>
            </w:r>
          </w:p>
        </w:tc>
        <w:tc>
          <w:tcPr>
            <w:tcW w:w="3060" w:type="dxa"/>
            <w:gridSpan w:val="2"/>
          </w:tcPr>
          <w:p w14:paraId="1DEA6E70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Flexi-time</w:t>
            </w:r>
          </w:p>
        </w:tc>
        <w:tc>
          <w:tcPr>
            <w:tcW w:w="3060" w:type="dxa"/>
          </w:tcPr>
          <w:p w14:paraId="459B7ED3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Staggered hours</w:t>
            </w:r>
          </w:p>
        </w:tc>
      </w:tr>
      <w:tr w:rsidR="0037778B" w:rsidRPr="0037778B" w14:paraId="60B67CDB" w14:textId="77777777" w:rsidTr="00877082">
        <w:tc>
          <w:tcPr>
            <w:tcW w:w="3060" w:type="dxa"/>
          </w:tcPr>
          <w:p w14:paraId="0BFC1960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Term-time hours</w:t>
            </w:r>
          </w:p>
        </w:tc>
        <w:tc>
          <w:tcPr>
            <w:tcW w:w="3060" w:type="dxa"/>
            <w:gridSpan w:val="2"/>
          </w:tcPr>
          <w:p w14:paraId="616638D6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Annualised hours</w:t>
            </w:r>
          </w:p>
        </w:tc>
        <w:tc>
          <w:tcPr>
            <w:tcW w:w="3060" w:type="dxa"/>
          </w:tcPr>
          <w:p w14:paraId="299F5617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Job-share</w:t>
            </w:r>
          </w:p>
        </w:tc>
      </w:tr>
      <w:tr w:rsidR="0037778B" w:rsidRPr="0037778B" w14:paraId="7A5F7FFC" w14:textId="77777777" w:rsidTr="00877082">
        <w:tc>
          <w:tcPr>
            <w:tcW w:w="3060" w:type="dxa"/>
          </w:tcPr>
          <w:p w14:paraId="53E0C8DB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Flexible shifts</w:t>
            </w:r>
          </w:p>
        </w:tc>
        <w:tc>
          <w:tcPr>
            <w:tcW w:w="3060" w:type="dxa"/>
            <w:gridSpan w:val="2"/>
          </w:tcPr>
          <w:p w14:paraId="71865797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Compressed hours</w:t>
            </w:r>
          </w:p>
        </w:tc>
        <w:tc>
          <w:tcPr>
            <w:tcW w:w="3060" w:type="dxa"/>
          </w:tcPr>
          <w:p w14:paraId="49DB3A7C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Homeworking</w:t>
            </w:r>
          </w:p>
        </w:tc>
      </w:tr>
      <w:tr w:rsidR="0037778B" w:rsidRPr="0037778B" w14:paraId="580A9860" w14:textId="77777777" w:rsidTr="00877082">
        <w:tc>
          <w:tcPr>
            <w:tcW w:w="3060" w:type="dxa"/>
          </w:tcPr>
          <w:p w14:paraId="3CBDD7B0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060" w:type="dxa"/>
            <w:gridSpan w:val="2"/>
          </w:tcPr>
          <w:p w14:paraId="5A085F91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  <w:tc>
          <w:tcPr>
            <w:tcW w:w="3060" w:type="dxa"/>
          </w:tcPr>
          <w:p w14:paraId="0E471558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37778B" w:rsidRPr="0037778B" w14:paraId="351C37C3" w14:textId="77777777" w:rsidTr="00877082">
        <w:tc>
          <w:tcPr>
            <w:tcW w:w="4644" w:type="dxa"/>
            <w:gridSpan w:val="2"/>
          </w:tcPr>
          <w:p w14:paraId="298478B0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>If other, please write in:</w:t>
            </w:r>
          </w:p>
        </w:tc>
        <w:tc>
          <w:tcPr>
            <w:tcW w:w="4536" w:type="dxa"/>
            <w:gridSpan w:val="2"/>
            <w:tcBorders>
              <w:bottom w:val="dotted" w:sz="4" w:space="0" w:color="auto"/>
            </w:tcBorders>
          </w:tcPr>
          <w:p w14:paraId="5A16BB4C" w14:textId="77777777" w:rsidR="0037778B" w:rsidRPr="0037778B" w:rsidRDefault="0037778B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i/>
                <w:sz w:val="19"/>
                <w:szCs w:val="1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78B">
              <w:rPr>
                <w:i/>
                <w:sz w:val="19"/>
                <w:szCs w:val="19"/>
              </w:rPr>
              <w:instrText xml:space="preserve"> FORMTEXT </w:instrText>
            </w:r>
            <w:r w:rsidRPr="0037778B">
              <w:rPr>
                <w:i/>
                <w:sz w:val="19"/>
                <w:szCs w:val="19"/>
              </w:rPr>
            </w:r>
            <w:r w:rsidRPr="0037778B">
              <w:rPr>
                <w:i/>
                <w:sz w:val="19"/>
                <w:szCs w:val="19"/>
              </w:rPr>
              <w:fldChar w:fldCharType="separate"/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noProof/>
                <w:sz w:val="19"/>
                <w:szCs w:val="19"/>
              </w:rPr>
              <w:t> </w:t>
            </w:r>
            <w:r w:rsidRPr="0037778B">
              <w:rPr>
                <w:i/>
                <w:sz w:val="19"/>
                <w:szCs w:val="19"/>
              </w:rPr>
              <w:fldChar w:fldCharType="end"/>
            </w:r>
          </w:p>
        </w:tc>
      </w:tr>
    </w:tbl>
    <w:p w14:paraId="169415ED" w14:textId="77777777" w:rsidR="0037778B" w:rsidRPr="0037778B" w:rsidRDefault="0037778B" w:rsidP="0037778B">
      <w:pPr>
        <w:spacing w:before="40" w:after="40" w:line="240" w:lineRule="auto"/>
        <w:ind w:left="0"/>
        <w:rPr>
          <w:sz w:val="16"/>
          <w:szCs w:val="1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8"/>
        <w:gridCol w:w="1475"/>
        <w:gridCol w:w="1308"/>
        <w:gridCol w:w="3205"/>
      </w:tblGrid>
      <w:tr w:rsidR="00B66C27" w:rsidRPr="0037778B" w14:paraId="5B404076" w14:textId="77777777" w:rsidTr="00E16FDA">
        <w:tc>
          <w:tcPr>
            <w:tcW w:w="9180" w:type="dxa"/>
            <w:gridSpan w:val="4"/>
            <w:shd w:val="clear" w:color="auto" w:fill="D9D9D9" w:themeFill="background1" w:themeFillShade="D9"/>
          </w:tcPr>
          <w:p w14:paraId="4A19CFA8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t xml:space="preserve">Do you have caring responsibilities?  </w:t>
            </w:r>
          </w:p>
        </w:tc>
      </w:tr>
      <w:tr w:rsidR="00B66C27" w:rsidRPr="0037778B" w14:paraId="14AD26CD" w14:textId="77777777" w:rsidTr="00E16FDA">
        <w:tc>
          <w:tcPr>
            <w:tcW w:w="3085" w:type="dxa"/>
          </w:tcPr>
          <w:p w14:paraId="4AF5E64D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9"/>
            <w:r w:rsidR="0037778B" w:rsidRPr="0037778B">
              <w:rPr>
                <w:sz w:val="19"/>
                <w:szCs w:val="19"/>
              </w:rPr>
              <w:t xml:space="preserve">  </w:t>
            </w:r>
            <w:r w:rsidR="008279CA">
              <w:rPr>
                <w:sz w:val="19"/>
                <w:szCs w:val="19"/>
              </w:rPr>
              <w:t>Yes</w:t>
            </w:r>
          </w:p>
        </w:tc>
        <w:tc>
          <w:tcPr>
            <w:tcW w:w="6095" w:type="dxa"/>
            <w:gridSpan w:val="3"/>
          </w:tcPr>
          <w:p w14:paraId="56910657" w14:textId="77777777" w:rsidR="00B66C27" w:rsidRPr="0037778B" w:rsidRDefault="00B66C27" w:rsidP="008279CA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bookmarkEnd w:id="10"/>
            <w:r w:rsidR="0037778B" w:rsidRPr="0037778B">
              <w:rPr>
                <w:sz w:val="19"/>
                <w:szCs w:val="19"/>
              </w:rPr>
              <w:t xml:space="preserve">  </w:t>
            </w:r>
            <w:r w:rsidR="008279CA">
              <w:rPr>
                <w:sz w:val="19"/>
                <w:szCs w:val="19"/>
              </w:rPr>
              <w:t>No</w:t>
            </w:r>
          </w:p>
        </w:tc>
      </w:tr>
      <w:tr w:rsidR="00B66C27" w:rsidRPr="0037778B" w14:paraId="581AEC9D" w14:textId="77777777" w:rsidTr="00E16FDA">
        <w:tc>
          <w:tcPr>
            <w:tcW w:w="4590" w:type="dxa"/>
            <w:gridSpan w:val="2"/>
          </w:tcPr>
          <w:p w14:paraId="51B64F3A" w14:textId="77777777" w:rsidR="00B66C27" w:rsidRPr="0037778B" w:rsidRDefault="00B66C27" w:rsidP="0037778B">
            <w:pPr>
              <w:spacing w:before="40" w:after="40"/>
              <w:ind w:left="0"/>
              <w:rPr>
                <w:b/>
                <w:sz w:val="19"/>
                <w:szCs w:val="19"/>
              </w:rPr>
            </w:pPr>
            <w:r w:rsidRPr="0037778B">
              <w:rPr>
                <w:b/>
                <w:sz w:val="19"/>
                <w:szCs w:val="19"/>
              </w:rPr>
              <w:t>If yes, please tick all that apply.</w:t>
            </w:r>
          </w:p>
        </w:tc>
        <w:tc>
          <w:tcPr>
            <w:tcW w:w="4590" w:type="dxa"/>
            <w:gridSpan w:val="2"/>
          </w:tcPr>
          <w:p w14:paraId="5A0A4C38" w14:textId="77777777" w:rsidR="00B66C27" w:rsidRPr="0037778B" w:rsidRDefault="00B66C27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8279CA" w:rsidRPr="0037778B" w14:paraId="3D3A4866" w14:textId="77777777" w:rsidTr="00706297">
        <w:tc>
          <w:tcPr>
            <w:tcW w:w="4590" w:type="dxa"/>
            <w:gridSpan w:val="2"/>
          </w:tcPr>
          <w:p w14:paraId="1BF42EEF" w14:textId="77777777" w:rsidR="008279CA" w:rsidRPr="0037778B" w:rsidRDefault="008279C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>
              <w:rPr>
                <w:sz w:val="19"/>
                <w:szCs w:val="19"/>
              </w:rPr>
              <w:t xml:space="preserve">  Primary carer of a child/children (under 18)</w:t>
            </w:r>
          </w:p>
        </w:tc>
        <w:tc>
          <w:tcPr>
            <w:tcW w:w="4590" w:type="dxa"/>
            <w:gridSpan w:val="2"/>
          </w:tcPr>
          <w:p w14:paraId="01B94FE2" w14:textId="77777777" w:rsidR="008279CA" w:rsidRPr="0037778B" w:rsidRDefault="008279CA" w:rsidP="00903799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Primary carer of a disabled child/children</w:t>
            </w:r>
          </w:p>
        </w:tc>
      </w:tr>
      <w:tr w:rsidR="008279CA" w:rsidRPr="0037778B" w14:paraId="2F86A534" w14:textId="77777777" w:rsidTr="00706297">
        <w:tc>
          <w:tcPr>
            <w:tcW w:w="4590" w:type="dxa"/>
            <w:gridSpan w:val="2"/>
          </w:tcPr>
          <w:p w14:paraId="7FF84CD7" w14:textId="77777777" w:rsidR="008279CA" w:rsidRPr="0037778B" w:rsidRDefault="008279CA" w:rsidP="007C2659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Primary carer of disabled adult (18 or over)</w:t>
            </w:r>
          </w:p>
        </w:tc>
        <w:tc>
          <w:tcPr>
            <w:tcW w:w="4590" w:type="dxa"/>
            <w:gridSpan w:val="2"/>
          </w:tcPr>
          <w:p w14:paraId="73A8D880" w14:textId="77777777" w:rsidR="008279CA" w:rsidRPr="0037778B" w:rsidRDefault="008279CA" w:rsidP="009E6208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Primary carer of older person</w:t>
            </w:r>
          </w:p>
        </w:tc>
      </w:tr>
      <w:tr w:rsidR="008279CA" w:rsidRPr="0037778B" w14:paraId="78B742F3" w14:textId="77777777" w:rsidTr="008279CA">
        <w:tc>
          <w:tcPr>
            <w:tcW w:w="5920" w:type="dxa"/>
            <w:gridSpan w:val="3"/>
          </w:tcPr>
          <w:p w14:paraId="5B7C9BB9" w14:textId="77777777" w:rsidR="008279CA" w:rsidRPr="0037778B" w:rsidRDefault="008279CA" w:rsidP="000F6F61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Secondary carer (another person carries out the main caring role)</w:t>
            </w:r>
          </w:p>
        </w:tc>
        <w:tc>
          <w:tcPr>
            <w:tcW w:w="3260" w:type="dxa"/>
            <w:vMerge w:val="restart"/>
          </w:tcPr>
          <w:p w14:paraId="566EEE42" w14:textId="77777777" w:rsidR="008279CA" w:rsidRPr="0037778B" w:rsidRDefault="008279C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  <w:tr w:rsidR="008279CA" w:rsidRPr="0037778B" w14:paraId="6DB6CFA3" w14:textId="77777777" w:rsidTr="008279CA">
        <w:tc>
          <w:tcPr>
            <w:tcW w:w="5920" w:type="dxa"/>
            <w:gridSpan w:val="3"/>
          </w:tcPr>
          <w:p w14:paraId="2990507A" w14:textId="77777777" w:rsidR="008279CA" w:rsidRPr="0037778B" w:rsidRDefault="008279CA" w:rsidP="0037778B">
            <w:pPr>
              <w:spacing w:before="40" w:after="40"/>
              <w:ind w:left="0"/>
              <w:rPr>
                <w:sz w:val="19"/>
                <w:szCs w:val="19"/>
              </w:rPr>
            </w:pPr>
            <w:r w:rsidRPr="0037778B">
              <w:rPr>
                <w:sz w:val="19"/>
                <w:szCs w:val="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78B">
              <w:rPr>
                <w:sz w:val="19"/>
                <w:szCs w:val="19"/>
              </w:rPr>
              <w:instrText xml:space="preserve"> FORMCHECKBOX </w:instrText>
            </w:r>
            <w:r w:rsidRPr="0037778B">
              <w:rPr>
                <w:sz w:val="19"/>
                <w:szCs w:val="19"/>
              </w:rPr>
            </w:r>
            <w:r w:rsidRPr="0037778B">
              <w:rPr>
                <w:sz w:val="19"/>
                <w:szCs w:val="19"/>
              </w:rPr>
              <w:fldChar w:fldCharType="separate"/>
            </w:r>
            <w:r w:rsidRPr="0037778B">
              <w:rPr>
                <w:sz w:val="19"/>
                <w:szCs w:val="19"/>
              </w:rPr>
              <w:fldChar w:fldCharType="end"/>
            </w:r>
            <w:r w:rsidRPr="0037778B">
              <w:rPr>
                <w:sz w:val="19"/>
                <w:szCs w:val="19"/>
              </w:rPr>
              <w:t xml:space="preserve">  Prefer not to say</w:t>
            </w:r>
          </w:p>
        </w:tc>
        <w:tc>
          <w:tcPr>
            <w:tcW w:w="3260" w:type="dxa"/>
            <w:vMerge/>
          </w:tcPr>
          <w:p w14:paraId="206C16E3" w14:textId="77777777" w:rsidR="008279CA" w:rsidRPr="0037778B" w:rsidRDefault="008279CA" w:rsidP="0037778B">
            <w:pPr>
              <w:spacing w:before="40" w:after="40"/>
              <w:ind w:left="0"/>
              <w:rPr>
                <w:sz w:val="19"/>
                <w:szCs w:val="19"/>
              </w:rPr>
            </w:pPr>
          </w:p>
        </w:tc>
      </w:tr>
    </w:tbl>
    <w:p w14:paraId="1948A3DE" w14:textId="77777777" w:rsidR="00C2418C" w:rsidRPr="00C2418C" w:rsidRDefault="00C2418C" w:rsidP="0037778B">
      <w:pPr>
        <w:spacing w:before="40" w:after="40" w:line="240" w:lineRule="auto"/>
        <w:ind w:left="0"/>
        <w:rPr>
          <w:sz w:val="20"/>
          <w:szCs w:val="20"/>
        </w:rPr>
      </w:pPr>
    </w:p>
    <w:sectPr w:rsidR="00C2418C" w:rsidRPr="00C2418C" w:rsidSect="002019B6">
      <w:headerReference w:type="default" r:id="rId6"/>
      <w:footerReference w:type="default" r:id="rId7"/>
      <w:pgSz w:w="11906" w:h="16838"/>
      <w:pgMar w:top="1440" w:right="1440" w:bottom="851" w:left="1440" w:header="56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3C628" w14:textId="77777777" w:rsidR="006C7961" w:rsidRDefault="006C7961" w:rsidP="00BA0EC6">
      <w:pPr>
        <w:spacing w:before="0" w:after="0" w:line="240" w:lineRule="auto"/>
      </w:pPr>
      <w:r>
        <w:separator/>
      </w:r>
    </w:p>
  </w:endnote>
  <w:endnote w:type="continuationSeparator" w:id="0">
    <w:p w14:paraId="5F143E83" w14:textId="77777777" w:rsidR="006C7961" w:rsidRDefault="006C7961" w:rsidP="00BA0E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4"/>
      <w:gridCol w:w="2254"/>
      <w:gridCol w:w="2252"/>
      <w:gridCol w:w="2256"/>
    </w:tblGrid>
    <w:tr w:rsidR="00BA0EC6" w:rsidRPr="00282D2A" w14:paraId="55CA69EC" w14:textId="77777777" w:rsidTr="00BA0EC6">
      <w:tc>
        <w:tcPr>
          <w:tcW w:w="2310" w:type="dxa"/>
        </w:tcPr>
        <w:p w14:paraId="7A73B054" w14:textId="77777777" w:rsidR="00BA0EC6" w:rsidRPr="00282D2A" w:rsidRDefault="00E16FDA" w:rsidP="00282D2A">
          <w:pPr>
            <w:pStyle w:val="Footer"/>
            <w:spacing w:before="60"/>
            <w:rPr>
              <w:sz w:val="16"/>
            </w:rPr>
          </w:pPr>
          <w:r>
            <w:rPr>
              <w:sz w:val="16"/>
            </w:rPr>
            <w:t>FS 071</w:t>
          </w:r>
          <w:r w:rsidR="004B7252">
            <w:rPr>
              <w:sz w:val="16"/>
            </w:rPr>
            <w:t>2_v07</w:t>
          </w:r>
        </w:p>
      </w:tc>
      <w:tc>
        <w:tcPr>
          <w:tcW w:w="2310" w:type="dxa"/>
        </w:tcPr>
        <w:p w14:paraId="434087C4" w14:textId="77777777" w:rsidR="00BA0EC6" w:rsidRPr="00282D2A" w:rsidRDefault="00BA0EC6" w:rsidP="00282D2A">
          <w:pPr>
            <w:pStyle w:val="Footer"/>
            <w:spacing w:before="60"/>
            <w:jc w:val="center"/>
            <w:rPr>
              <w:sz w:val="16"/>
            </w:rPr>
          </w:pPr>
          <w:r w:rsidRPr="00282D2A">
            <w:rPr>
              <w:sz w:val="16"/>
            </w:rPr>
            <w:t xml:space="preserve">Page </w:t>
          </w:r>
          <w:r w:rsidRPr="00282D2A">
            <w:rPr>
              <w:sz w:val="16"/>
            </w:rPr>
            <w:fldChar w:fldCharType="begin"/>
          </w:r>
          <w:r w:rsidRPr="00282D2A">
            <w:rPr>
              <w:sz w:val="16"/>
            </w:rPr>
            <w:instrText xml:space="preserve"> PAGE  \* Arabic  \* MERGEFORMAT </w:instrText>
          </w:r>
          <w:r w:rsidRPr="00282D2A">
            <w:rPr>
              <w:sz w:val="16"/>
            </w:rPr>
            <w:fldChar w:fldCharType="separate"/>
          </w:r>
          <w:r w:rsidR="008279CA">
            <w:rPr>
              <w:noProof/>
              <w:sz w:val="16"/>
            </w:rPr>
            <w:t>2</w:t>
          </w:r>
          <w:r w:rsidRPr="00282D2A">
            <w:rPr>
              <w:sz w:val="16"/>
            </w:rPr>
            <w:fldChar w:fldCharType="end"/>
          </w:r>
          <w:r w:rsidRPr="00282D2A">
            <w:rPr>
              <w:sz w:val="16"/>
            </w:rPr>
            <w:t xml:space="preserve"> of </w:t>
          </w:r>
          <w:r w:rsidRPr="00282D2A">
            <w:rPr>
              <w:sz w:val="16"/>
            </w:rPr>
            <w:fldChar w:fldCharType="begin"/>
          </w:r>
          <w:r w:rsidRPr="00282D2A">
            <w:rPr>
              <w:sz w:val="16"/>
            </w:rPr>
            <w:instrText xml:space="preserve"> NUMPAGES  \* Arabic  \* MERGEFORMAT </w:instrText>
          </w:r>
          <w:r w:rsidRPr="00282D2A">
            <w:rPr>
              <w:sz w:val="16"/>
            </w:rPr>
            <w:fldChar w:fldCharType="separate"/>
          </w:r>
          <w:r w:rsidR="008279CA">
            <w:rPr>
              <w:noProof/>
              <w:sz w:val="16"/>
            </w:rPr>
            <w:t>2</w:t>
          </w:r>
          <w:r w:rsidRPr="00282D2A">
            <w:rPr>
              <w:sz w:val="16"/>
            </w:rPr>
            <w:fldChar w:fldCharType="end"/>
          </w:r>
        </w:p>
      </w:tc>
      <w:tc>
        <w:tcPr>
          <w:tcW w:w="2311" w:type="dxa"/>
        </w:tcPr>
        <w:p w14:paraId="1DA550C8" w14:textId="77777777" w:rsidR="00BA0EC6" w:rsidRPr="00282D2A" w:rsidRDefault="004B7252" w:rsidP="00282D2A">
          <w:pPr>
            <w:pStyle w:val="Footer"/>
            <w:spacing w:before="60"/>
            <w:jc w:val="center"/>
            <w:rPr>
              <w:sz w:val="16"/>
            </w:rPr>
          </w:pPr>
          <w:r>
            <w:rPr>
              <w:sz w:val="16"/>
            </w:rPr>
            <w:t>HR</w:t>
          </w:r>
        </w:p>
      </w:tc>
      <w:tc>
        <w:tcPr>
          <w:tcW w:w="2311" w:type="dxa"/>
        </w:tcPr>
        <w:p w14:paraId="6A18D5AE" w14:textId="77777777" w:rsidR="00BA0EC6" w:rsidRPr="00282D2A" w:rsidRDefault="004B7252" w:rsidP="00282D2A">
          <w:pPr>
            <w:pStyle w:val="Footer"/>
            <w:spacing w:before="60"/>
            <w:jc w:val="right"/>
            <w:rPr>
              <w:sz w:val="16"/>
            </w:rPr>
          </w:pPr>
          <w:r>
            <w:rPr>
              <w:sz w:val="16"/>
            </w:rPr>
            <w:t>July 2024</w:t>
          </w:r>
        </w:p>
      </w:tc>
    </w:tr>
  </w:tbl>
  <w:p w14:paraId="514E6A49" w14:textId="77777777" w:rsidR="00BA0EC6" w:rsidRDefault="00BA0E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5C74" w14:textId="77777777" w:rsidR="006C7961" w:rsidRDefault="006C7961" w:rsidP="00BA0EC6">
      <w:pPr>
        <w:spacing w:before="0" w:after="0" w:line="240" w:lineRule="auto"/>
      </w:pPr>
      <w:r>
        <w:separator/>
      </w:r>
    </w:p>
  </w:footnote>
  <w:footnote w:type="continuationSeparator" w:id="0">
    <w:p w14:paraId="51D7274E" w14:textId="77777777" w:rsidR="006C7961" w:rsidRDefault="006C7961" w:rsidP="00BA0E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Ind w:w="-34" w:type="dxa"/>
      <w:tblLook w:val="04A0" w:firstRow="1" w:lastRow="0" w:firstColumn="1" w:lastColumn="0" w:noHBand="0" w:noVBand="1"/>
    </w:tblPr>
    <w:tblGrid>
      <w:gridCol w:w="2087"/>
      <w:gridCol w:w="6963"/>
    </w:tblGrid>
    <w:tr w:rsidR="004B7252" w14:paraId="332B9864" w14:textId="77777777" w:rsidTr="004B7252">
      <w:trPr>
        <w:trHeight w:hRule="exact" w:val="964"/>
      </w:trPr>
      <w:tc>
        <w:tcPr>
          <w:tcW w:w="2102" w:type="dxa"/>
          <w:vAlign w:val="center"/>
        </w:tcPr>
        <w:p w14:paraId="1DF14A01" w14:textId="77777777" w:rsidR="004B7252" w:rsidRDefault="004B7252" w:rsidP="004B7252">
          <w:pPr>
            <w:ind w:left="0"/>
            <w:jc w:val="center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31BE3794" wp14:editId="6966FC3C">
                    <wp:extent cx="954000" cy="565200"/>
                    <wp:effectExtent l="0" t="0" r="0" b="6350"/>
                    <wp:docPr id="869283320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954000" cy="565200"/>
                              <a:chOff x="0" y="0"/>
                              <a:chExt cx="952500" cy="564197"/>
                            </a:xfrm>
                          </wpg:grpSpPr>
                          <pic:pic xmlns:pic="http://schemas.openxmlformats.org/drawingml/2006/picture">
                            <pic:nvPicPr>
                              <pic:cNvPr id="773473976" name="Picture 2" descr="A close-up of a logo&#10;&#10;Description automatically generated with medium confidenc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244" t="7277" r="2501" b="11633"/>
                              <a:stretch/>
                            </pic:blipFill>
                            <pic:spPr bwMode="auto">
                              <a:xfrm>
                                <a:off x="0" y="315912"/>
                                <a:ext cx="942975" cy="24828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56945747" name="Picture 1" descr="A black and white logo&#10;&#10;Description automatically generated with low confidenc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31" r="2120"/>
                              <a:stretch/>
                            </pic:blipFill>
                            <pic:spPr bwMode="auto">
                              <a:xfrm>
                                <a:off x="12700" y="0"/>
                                <a:ext cx="939800" cy="3378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DEBD7DC" id="Group 3" o:spid="_x0000_s1026" style="width:75.1pt;height:44.5pt;mso-position-horizontal-relative:char;mso-position-vertical-relative:line" coordsize="9525,56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27" type="#_x0000_t75" alt="A close-up of a logo&#10;&#10;Description automatically generated with medium confidence" style="position:absolute;top:3159;width:9429;height:24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">
                      <v:imagedata r:id="rId3" o:title="A close-up of a logo&#10;&#10;Description automatically generated with medium confidence" croptop="4769f" cropbottom="7624f" cropleft="1471f" cropright="1639f"/>
                    </v:shape>
                    <v:shape id="Picture 1" o:spid="_x0000_s1028" type="#_x0000_t75" alt="A black and white logo&#10;&#10;Description automatically generated with low confidence" style="position:absolute;left:127;width:9398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">
                      <v:imagedata r:id="rId4" o:title="A black and white logo&#10;&#10;Description automatically generated with low confidence" cropleft="1790f" cropright="1389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74" w:type="dxa"/>
          <w:vAlign w:val="center"/>
        </w:tcPr>
        <w:p w14:paraId="4CB0BC10" w14:textId="77777777" w:rsidR="004B7252" w:rsidRPr="006E361C" w:rsidRDefault="004B7252" w:rsidP="004B7252">
          <w:pPr>
            <w:spacing w:before="120" w:after="120"/>
            <w:ind w:left="0"/>
            <w:jc w:val="center"/>
            <w:rPr>
              <w:b/>
              <w:bCs/>
              <w:sz w:val="32"/>
              <w:szCs w:val="32"/>
            </w:rPr>
          </w:pPr>
          <w:r>
            <w:rPr>
              <w:rFonts w:cs="Arial"/>
              <w:b/>
              <w:bCs/>
              <w:sz w:val="32"/>
            </w:rPr>
            <w:t>Equality and Diversity Monitoring</w:t>
          </w:r>
        </w:p>
      </w:tc>
    </w:tr>
  </w:tbl>
  <w:p w14:paraId="2A82015B" w14:textId="77777777" w:rsidR="004B7252" w:rsidRDefault="004B72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1" w:cryptProviderType="rsaAES" w:cryptAlgorithmClass="hash" w:cryptAlgorithmType="typeAny" w:cryptAlgorithmSid="14" w:cryptSpinCount="100000" w:hash="cMJ2nDH+H8pHY3lmLJSIzNBXj1Tk4n2oiGQrKh6Y1kGfXL1bvGzZ7x2XyWsUhN2MgLS4fIoNnPfeZM02+5BPTA==" w:salt="hbZMeZ84yoY1low/SHM8J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99"/>
    <w:rsid w:val="00020EBB"/>
    <w:rsid w:val="001F3BBD"/>
    <w:rsid w:val="002019B6"/>
    <w:rsid w:val="0024332B"/>
    <w:rsid w:val="00266393"/>
    <w:rsid w:val="00282D2A"/>
    <w:rsid w:val="002D454F"/>
    <w:rsid w:val="002D6399"/>
    <w:rsid w:val="00302DCE"/>
    <w:rsid w:val="00332C49"/>
    <w:rsid w:val="0037778B"/>
    <w:rsid w:val="004014F8"/>
    <w:rsid w:val="004B7252"/>
    <w:rsid w:val="005E5309"/>
    <w:rsid w:val="00684D89"/>
    <w:rsid w:val="006C7961"/>
    <w:rsid w:val="00706297"/>
    <w:rsid w:val="00761DB2"/>
    <w:rsid w:val="007D0372"/>
    <w:rsid w:val="008279CA"/>
    <w:rsid w:val="0084328A"/>
    <w:rsid w:val="00845ED0"/>
    <w:rsid w:val="00856797"/>
    <w:rsid w:val="008D1481"/>
    <w:rsid w:val="008F0721"/>
    <w:rsid w:val="009D2881"/>
    <w:rsid w:val="00A70509"/>
    <w:rsid w:val="00B2650B"/>
    <w:rsid w:val="00B61645"/>
    <w:rsid w:val="00B66C27"/>
    <w:rsid w:val="00B7531F"/>
    <w:rsid w:val="00BA0EC6"/>
    <w:rsid w:val="00C2418C"/>
    <w:rsid w:val="00C307C7"/>
    <w:rsid w:val="00C37F04"/>
    <w:rsid w:val="00CC2CE6"/>
    <w:rsid w:val="00D33467"/>
    <w:rsid w:val="00D57782"/>
    <w:rsid w:val="00D63512"/>
    <w:rsid w:val="00E16FDA"/>
    <w:rsid w:val="00E55DD4"/>
    <w:rsid w:val="00E86D47"/>
    <w:rsid w:val="00F575A7"/>
    <w:rsid w:val="00F9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5DEDD"/>
  <w15:docId w15:val="{02A25C65-4BC1-4B36-AE6C-3ABF626E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EC6"/>
    <w:pPr>
      <w:spacing w:before="60" w:after="60"/>
      <w:ind w:left="357"/>
    </w:pPr>
    <w:rPr>
      <w:rFonts w:ascii="Gill Sans MT" w:hAnsi="Gill Sans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0509"/>
    <w:pPr>
      <w:keepNext/>
      <w:keepLines/>
      <w:spacing w:before="480" w:after="0"/>
      <w:ind w:left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509"/>
    <w:pPr>
      <w:keepNext/>
      <w:keepLines/>
      <w:spacing w:before="200" w:after="0"/>
      <w:ind w:left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7C7"/>
    <w:pPr>
      <w:keepNext/>
      <w:keepLines/>
      <w:spacing w:before="200" w:after="0"/>
      <w:ind w:left="0"/>
      <w:outlineLvl w:val="2"/>
    </w:pPr>
    <w:rPr>
      <w:rFonts w:eastAsiaTheme="majorEastAsia" w:cstheme="majorBidi"/>
      <w:b/>
      <w:bCs/>
      <w:color w:val="4F81BD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509"/>
    <w:pPr>
      <w:spacing w:after="0" w:line="240" w:lineRule="auto"/>
    </w:pPr>
    <w:rPr>
      <w:rFonts w:ascii="Gill Sans MT" w:hAnsi="Gill Sans MT"/>
    </w:rPr>
  </w:style>
  <w:style w:type="character" w:customStyle="1" w:styleId="Heading1Char">
    <w:name w:val="Heading 1 Char"/>
    <w:basedOn w:val="DefaultParagraphFont"/>
    <w:link w:val="Heading1"/>
    <w:uiPriority w:val="9"/>
    <w:rsid w:val="00A70509"/>
    <w:rPr>
      <w:rFonts w:ascii="Gill Sans MT" w:eastAsiaTheme="majorEastAsia" w:hAnsi="Gill Sans MT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509"/>
    <w:rPr>
      <w:rFonts w:ascii="Gill Sans MT" w:eastAsiaTheme="majorEastAsia" w:hAnsi="Gill Sans MT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70509"/>
    <w:pPr>
      <w:pBdr>
        <w:bottom w:val="single" w:sz="8" w:space="4" w:color="4F81BD" w:themeColor="accent1"/>
      </w:pBdr>
      <w:spacing w:before="30" w:after="300" w:line="240" w:lineRule="auto"/>
      <w:ind w:left="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0509"/>
    <w:rPr>
      <w:rFonts w:ascii="Gill Sans MT" w:eastAsiaTheme="majorEastAsia" w:hAnsi="Gill Sans MT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509"/>
    <w:pPr>
      <w:numPr>
        <w:ilvl w:val="1"/>
      </w:numPr>
      <w:spacing w:before="30" w:after="30"/>
      <w:ind w:left="35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0509"/>
    <w:rPr>
      <w:rFonts w:ascii="Gill Sans MT" w:eastAsiaTheme="majorEastAsia" w:hAnsi="Gill Sans MT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A70509"/>
    <w:rPr>
      <w:rFonts w:ascii="Gill Sans MT" w:hAnsi="Gill Sans MT"/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A70509"/>
    <w:rPr>
      <w:rFonts w:ascii="Gill Sans MT" w:hAnsi="Gill Sans MT"/>
      <w:i/>
      <w:iCs/>
    </w:rPr>
  </w:style>
  <w:style w:type="character" w:styleId="IntenseEmphasis">
    <w:name w:val="Intense Emphasis"/>
    <w:basedOn w:val="DefaultParagraphFont"/>
    <w:uiPriority w:val="21"/>
    <w:qFormat/>
    <w:rsid w:val="00A70509"/>
    <w:rPr>
      <w:rFonts w:ascii="Gill Sans MT" w:hAnsi="Gill Sans MT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A70509"/>
    <w:rPr>
      <w:rFonts w:ascii="Gill Sans MT" w:hAnsi="Gill Sans MT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70509"/>
    <w:pPr>
      <w:spacing w:before="30" w:after="30"/>
      <w:ind w:left="0"/>
    </w:pPr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A70509"/>
    <w:rPr>
      <w:rFonts w:ascii="Gill Sans MT" w:hAnsi="Gill Sans MT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5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509"/>
    <w:rPr>
      <w:rFonts w:ascii="Gill Sans MT" w:hAnsi="Gill Sans MT"/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70509"/>
    <w:rPr>
      <w:rFonts w:ascii="Gill Sans MT" w:hAnsi="Gill Sans MT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70509"/>
    <w:rPr>
      <w:rFonts w:ascii="Gill Sans MT" w:hAnsi="Gill Sans MT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70509"/>
    <w:rPr>
      <w:rFonts w:ascii="Gill Sans MT" w:hAnsi="Gill Sans MT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0509"/>
    <w:pPr>
      <w:spacing w:before="30" w:after="30"/>
      <w:ind w:left="720"/>
      <w:contextualSpacing/>
    </w:pPr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7C7"/>
    <w:rPr>
      <w:rFonts w:ascii="Gill Sans MT" w:eastAsiaTheme="majorEastAsia" w:hAnsi="Gill Sans MT" w:cstheme="majorBidi"/>
      <w:b/>
      <w:bCs/>
      <w:color w:val="4F81BD" w:themeColor="accent1"/>
      <w:sz w:val="20"/>
    </w:rPr>
  </w:style>
  <w:style w:type="paragraph" w:styleId="Header">
    <w:name w:val="header"/>
    <w:basedOn w:val="Normal"/>
    <w:link w:val="HeaderChar"/>
    <w:unhideWhenUsed/>
    <w:rsid w:val="00BA0EC6"/>
    <w:pPr>
      <w:tabs>
        <w:tab w:val="center" w:pos="4513"/>
        <w:tab w:val="right" w:pos="9026"/>
      </w:tabs>
      <w:spacing w:before="0" w:after="0" w:line="240" w:lineRule="auto"/>
      <w:ind w:left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A0EC6"/>
    <w:rPr>
      <w:rFonts w:ascii="Gill Sans MT" w:hAnsi="Gill Sans MT"/>
      <w:sz w:val="20"/>
    </w:rPr>
  </w:style>
  <w:style w:type="paragraph" w:styleId="Footer">
    <w:name w:val="footer"/>
    <w:basedOn w:val="Normal"/>
    <w:link w:val="FooterChar"/>
    <w:uiPriority w:val="99"/>
    <w:unhideWhenUsed/>
    <w:rsid w:val="00BA0EC6"/>
    <w:pPr>
      <w:tabs>
        <w:tab w:val="center" w:pos="4513"/>
        <w:tab w:val="right" w:pos="9026"/>
      </w:tabs>
      <w:spacing w:before="0" w:after="0" w:line="240" w:lineRule="auto"/>
      <w:ind w:left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0EC6"/>
    <w:rPr>
      <w:rFonts w:ascii="Gill Sans MT" w:hAnsi="Gill Sans MT"/>
      <w:sz w:val="20"/>
    </w:rPr>
  </w:style>
  <w:style w:type="table" w:styleId="TableGrid">
    <w:name w:val="Table Grid"/>
    <w:basedOn w:val="TableNormal"/>
    <w:uiPriority w:val="59"/>
    <w:rsid w:val="00BA0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28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Everyone\_F.S.%20Forms\700%20Staff\HR%20use\FS%200712%20Equality%20and%20Diversity%20Monitor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FS 0712 Equality and Diversity Monitoring</Template>
  <TotalTime>0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Kirton</dc:creator>
  <cp:lastModifiedBy>Martin Kirton</cp:lastModifiedBy>
  <cp:revision>1</cp:revision>
  <cp:lastPrinted>2017-09-19T14:00:00Z</cp:lastPrinted>
  <dcterms:created xsi:type="dcterms:W3CDTF">2024-12-04T09:53:00Z</dcterms:created>
  <dcterms:modified xsi:type="dcterms:W3CDTF">2024-12-04T09:53:00Z</dcterms:modified>
</cp:coreProperties>
</file>